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135EE44C"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E42665" w:rsidRPr="00FA1713">
        <w:rPr>
          <w:caps/>
          <w:sz w:val="40"/>
          <w:szCs w:val="40"/>
          <w:lang w:val="en-GB"/>
        </w:rPr>
        <w:t>0</w:t>
      </w:r>
      <w:r w:rsidR="007866B1">
        <w:rPr>
          <w:caps/>
          <w:sz w:val="40"/>
          <w:szCs w:val="40"/>
          <w:lang w:val="en-GB"/>
        </w:rPr>
        <w:t>5</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1E0976B6"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4D4390" w:rsidRPr="00FA1713">
        <w:rPr>
          <w:caps/>
          <w:sz w:val="40"/>
          <w:lang w:val="en-GB"/>
        </w:rPr>
        <w:t>0</w:t>
      </w:r>
      <w:r w:rsidR="007866B1">
        <w:rPr>
          <w:caps/>
          <w:sz w:val="40"/>
          <w:lang w:val="en-GB"/>
        </w:rPr>
        <w:t>5</w:t>
      </w:r>
      <w:r w:rsidR="004D4390" w:rsidRPr="00FA1713">
        <w:rPr>
          <w:caps/>
          <w:sz w:val="40"/>
          <w:lang w:val="en-GB"/>
        </w:rPr>
        <w:t xml:space="preserve"> - </w:t>
      </w:r>
      <w:r w:rsidR="007866B1">
        <w:rPr>
          <w:caps/>
          <w:sz w:val="40"/>
          <w:lang w:val="en-GB"/>
        </w:rPr>
        <w:t>scales</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vAlign w:val="center"/>
              </w:tcPr>
              <w:p w14:paraId="6EFEC407" w14:textId="7FF60449" w:rsidR="00BF4D9C" w:rsidRPr="00FA1713" w:rsidRDefault="001414DF"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vAlign w:val="center"/>
              </w:tcPr>
              <w:p w14:paraId="343A103C" w14:textId="617024FC" w:rsidR="00BF4D9C" w:rsidRPr="00FA1713" w:rsidRDefault="001414DF"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vAlign w:val="center"/>
              </w:tcPr>
              <w:p w14:paraId="52042A78" w14:textId="3025D555" w:rsidR="00072135" w:rsidRPr="00FA1713" w:rsidRDefault="001414DF"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vAlign w:val="center"/>
              </w:tcPr>
              <w:p w14:paraId="5D63D101" w14:textId="78C93625" w:rsidR="00072135" w:rsidRPr="00FA1713" w:rsidRDefault="001414DF"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Content>
            <w:tc>
              <w:tcPr>
                <w:tcW w:w="5948" w:type="dxa"/>
                <w:vAlign w:val="center"/>
              </w:tcPr>
              <w:p w14:paraId="7D421882" w14:textId="57566EA4" w:rsidR="00072135" w:rsidRPr="00FA1713" w:rsidRDefault="001414DF"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Content>
            <w:tc>
              <w:tcPr>
                <w:tcW w:w="5948" w:type="dxa"/>
                <w:vAlign w:val="center"/>
              </w:tcPr>
              <w:p w14:paraId="1DF3589D" w14:textId="74F38995" w:rsidR="00072135" w:rsidRPr="00FA1713" w:rsidRDefault="001414DF"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Content>
            <w:tc>
              <w:tcPr>
                <w:tcW w:w="5948" w:type="dxa"/>
                <w:vAlign w:val="center"/>
              </w:tcPr>
              <w:p w14:paraId="54F8A29B" w14:textId="1644179B" w:rsidR="00072135" w:rsidRPr="00FA1713" w:rsidRDefault="001414DF"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Content>
            <w:tc>
              <w:tcPr>
                <w:tcW w:w="5948" w:type="dxa"/>
                <w:vAlign w:val="center"/>
              </w:tcPr>
              <w:p w14:paraId="14154F49" w14:textId="6A224FDB" w:rsidR="00072135" w:rsidRPr="00FA1713" w:rsidRDefault="001414DF"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Content>
            <w:tc>
              <w:tcPr>
                <w:tcW w:w="5948" w:type="dxa"/>
                <w:vAlign w:val="center"/>
              </w:tcPr>
              <w:p w14:paraId="383FEA24" w14:textId="43AFD179" w:rsidR="00072135" w:rsidRPr="00FA1713" w:rsidRDefault="001414DF"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000000"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1154701D" w:rsidR="00D63539"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1414DF">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578F1824" w:rsidR="00D63539"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Content>
                <w:r w:rsidR="001414DF">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1A1683B5" w:rsidR="00B067DF"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Content>
                <w:r w:rsidR="001414DF">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1FD555A2"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619F4C4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3E09278F"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3.0</w:t>
      </w:r>
      <w:r w:rsidR="007866B1">
        <w:rPr>
          <w:rFonts w:asciiTheme="majorHAnsi" w:hAnsiTheme="majorHAnsi" w:cstheme="majorHAnsi"/>
          <w:b/>
          <w:lang w:val="en-GB" w:eastAsia="x-none"/>
        </w:rPr>
        <w:t>5</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00000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Content>
            <w:tc>
              <w:tcPr>
                <w:tcW w:w="4536" w:type="dxa"/>
                <w:vAlign w:val="center"/>
              </w:tcPr>
              <w:p w14:paraId="24769E9A" w14:textId="228C8AEA" w:rsidR="007244DA" w:rsidRPr="00FA1713" w:rsidRDefault="001414DF"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Content>
            <w:tc>
              <w:tcPr>
                <w:tcW w:w="4962" w:type="dxa"/>
                <w:vAlign w:val="center"/>
              </w:tcPr>
              <w:p w14:paraId="5DB60B29" w14:textId="3C526837" w:rsidR="007244DA" w:rsidRPr="00FA1713" w:rsidRDefault="001414DF"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Content>
            <w:tc>
              <w:tcPr>
                <w:tcW w:w="4536" w:type="dxa"/>
                <w:vAlign w:val="center"/>
              </w:tcPr>
              <w:p w14:paraId="65B2E3A6" w14:textId="05769D7F" w:rsidR="007244DA" w:rsidRPr="00FA1713" w:rsidRDefault="001414DF"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Content>
            <w:tc>
              <w:tcPr>
                <w:tcW w:w="4962" w:type="dxa"/>
                <w:vAlign w:val="center"/>
              </w:tcPr>
              <w:p w14:paraId="1AD43ABD" w14:textId="23384162" w:rsidR="007244DA" w:rsidRPr="00FA1713" w:rsidRDefault="001414DF"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Content>
            <w:tc>
              <w:tcPr>
                <w:tcW w:w="4536" w:type="dxa"/>
                <w:vAlign w:val="center"/>
              </w:tcPr>
              <w:p w14:paraId="2FF69496" w14:textId="3F2789A2" w:rsidR="00BA239A" w:rsidRPr="00FA1713" w:rsidRDefault="001414DF"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Content>
            <w:tc>
              <w:tcPr>
                <w:tcW w:w="4962" w:type="dxa"/>
                <w:vAlign w:val="center"/>
              </w:tcPr>
              <w:p w14:paraId="21AEF92A" w14:textId="35190B52" w:rsidR="00BA239A" w:rsidRPr="00FA1713" w:rsidRDefault="001414DF"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Content>
            <w:tc>
              <w:tcPr>
                <w:tcW w:w="4536" w:type="dxa"/>
                <w:vAlign w:val="center"/>
              </w:tcPr>
              <w:p w14:paraId="7AD36596" w14:textId="69770868" w:rsidR="00BA239A" w:rsidRPr="00FA1713" w:rsidRDefault="001414DF"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Content>
            <w:tc>
              <w:tcPr>
                <w:tcW w:w="4962" w:type="dxa"/>
                <w:vAlign w:val="center"/>
              </w:tcPr>
              <w:p w14:paraId="1AED2EB2" w14:textId="085B0A95" w:rsidR="00BA239A" w:rsidRPr="00FA1713" w:rsidRDefault="001414DF"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Content>
            <w:tc>
              <w:tcPr>
                <w:tcW w:w="4536" w:type="dxa"/>
                <w:vAlign w:val="center"/>
              </w:tcPr>
              <w:p w14:paraId="14378FFC" w14:textId="09B0A3DF" w:rsidR="00BA239A" w:rsidRPr="00FA1713" w:rsidRDefault="001414DF"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Content>
            <w:tc>
              <w:tcPr>
                <w:tcW w:w="4962" w:type="dxa"/>
                <w:vAlign w:val="center"/>
              </w:tcPr>
              <w:p w14:paraId="329B6C6C" w14:textId="4052D551" w:rsidR="00BA239A" w:rsidRPr="00FA1713" w:rsidRDefault="001414DF"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379F59B8"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7866B1">
        <w:rPr>
          <w:rFonts w:asciiTheme="majorHAnsi" w:hAnsiTheme="majorHAnsi" w:cstheme="majorBidi"/>
          <w:b/>
          <w:bCs/>
          <w:lang w:val="en-GB"/>
        </w:rPr>
        <w:t>2</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30FDC4C1"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3.0</w:t>
      </w:r>
      <w:r w:rsidR="007866B1">
        <w:rPr>
          <w:rFonts w:asciiTheme="majorHAnsi" w:hAnsiTheme="majorHAnsi" w:cstheme="majorBidi"/>
          <w:b/>
          <w:bCs/>
          <w:lang w:val="en-GB"/>
        </w:rPr>
        <w:t>5</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30EBF9C1" w:rsidR="001236D1" w:rsidRPr="001414DF" w:rsidRDefault="008F045B" w:rsidP="00274CEF">
      <w:pPr>
        <w:spacing w:line="276" w:lineRule="auto"/>
        <w:rPr>
          <w:rFonts w:asciiTheme="majorHAnsi" w:hAnsiTheme="majorHAnsi" w:cstheme="majorHAnsi"/>
          <w:lang w:val="en-GB"/>
        </w:rPr>
      </w:pPr>
      <w:bookmarkStart w:id="4" w:name="_Hlk29283627"/>
      <w:r w:rsidRPr="001414DF">
        <w:rPr>
          <w:rFonts w:asciiTheme="majorHAnsi" w:hAnsiTheme="majorHAnsi" w:cstheme="majorHAnsi"/>
          <w:lang w:val="en-GB"/>
        </w:rPr>
        <w:t>In</w:t>
      </w:r>
      <w:r w:rsidR="001236D1" w:rsidRPr="001414DF">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Content>
          <w:r w:rsidR="001414DF">
            <w:rPr>
              <w:rFonts w:asciiTheme="majorHAnsi" w:hAnsiTheme="majorHAnsi" w:cstheme="majorHAnsi"/>
              <w:lang w:val="en-GB"/>
            </w:rPr>
            <w:t>place</w:t>
          </w:r>
        </w:sdtContent>
      </w:sdt>
      <w:r w:rsidR="001236D1" w:rsidRPr="001414DF">
        <w:rPr>
          <w:rFonts w:asciiTheme="majorHAnsi" w:hAnsiTheme="majorHAnsi" w:cstheme="majorHAnsi"/>
          <w:lang w:val="en-GB"/>
        </w:rPr>
        <w:t xml:space="preserve"> </w:t>
      </w:r>
      <w:r w:rsidRPr="001414DF">
        <w:rPr>
          <w:rFonts w:asciiTheme="majorHAnsi" w:hAnsiTheme="majorHAnsi" w:cstheme="majorHAnsi"/>
          <w:lang w:val="en-GB"/>
        </w:rPr>
        <w:t>date</w:t>
      </w:r>
      <w:r w:rsidR="001236D1" w:rsidRPr="001414DF">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Content>
          <w:r w:rsidR="001414DF" w:rsidRPr="001414DF">
            <w:rPr>
              <w:rFonts w:asciiTheme="majorHAnsi" w:hAnsiTheme="majorHAnsi" w:cstheme="majorHAnsi"/>
              <w:highlight w:val="yellow"/>
              <w:lang w:val="en-GB"/>
            </w:rPr>
            <w:t>day</w:t>
          </w:r>
        </w:sdtContent>
      </w:sdt>
    </w:p>
    <w:p w14:paraId="7066A3E7" w14:textId="10DC3D47" w:rsidR="001236D1" w:rsidRPr="001414DF" w:rsidRDefault="001236D1" w:rsidP="00274CEF">
      <w:pPr>
        <w:spacing w:line="276" w:lineRule="auto"/>
        <w:rPr>
          <w:rFonts w:asciiTheme="majorHAnsi" w:hAnsiTheme="majorHAnsi" w:cstheme="majorHAnsi"/>
          <w:lang w:val="en-GB"/>
        </w:rPr>
      </w:pPr>
      <w:r w:rsidRPr="001414DF">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Content>
          <w:r w:rsidR="001414DF" w:rsidRPr="001414DF">
            <w:rPr>
              <w:rFonts w:asciiTheme="majorHAnsi" w:hAnsiTheme="majorHAnsi" w:cstheme="majorHAnsi"/>
              <w:highlight w:val="yellow"/>
              <w:lang w:val="en-GB"/>
            </w:rPr>
            <w:t>Name, function, signature</w:t>
          </w:r>
        </w:sdtContent>
      </w:sdt>
    </w:p>
    <w:bookmarkEnd w:id="4"/>
    <w:p w14:paraId="0734497B" w14:textId="79BC7BC7" w:rsidR="00B067DF" w:rsidRPr="001414DF" w:rsidRDefault="001236D1" w:rsidP="008309D1">
      <w:pPr>
        <w:spacing w:before="120" w:after="120" w:line="276" w:lineRule="auto"/>
        <w:rPr>
          <w:rFonts w:asciiTheme="majorHAnsi" w:hAnsiTheme="majorHAnsi" w:cstheme="majorHAnsi"/>
          <w:lang w:val="en-GB"/>
        </w:rPr>
      </w:pPr>
      <w:r w:rsidRPr="001414DF" w:rsidDel="001236D1">
        <w:rPr>
          <w:rFonts w:asciiTheme="majorHAnsi" w:hAnsiTheme="majorHAnsi" w:cstheme="majorHAnsi"/>
          <w:lang w:val="en-GB"/>
        </w:rPr>
        <w:t xml:space="preserve"> </w:t>
      </w:r>
    </w:p>
    <w:p w14:paraId="7B6379C8" w14:textId="77777777" w:rsidR="00B067DF" w:rsidRPr="001414DF" w:rsidRDefault="00B067DF" w:rsidP="008309D1">
      <w:pPr>
        <w:spacing w:before="120" w:after="120" w:line="276" w:lineRule="auto"/>
        <w:rPr>
          <w:rFonts w:asciiTheme="majorHAnsi" w:hAnsiTheme="majorHAnsi" w:cstheme="majorHAnsi"/>
          <w:lang w:val="en-GB"/>
        </w:rPr>
      </w:pPr>
    </w:p>
    <w:sectPr w:rsidR="00B067DF" w:rsidRPr="001414DF"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22470" w14:textId="77777777" w:rsidR="00726574" w:rsidRDefault="00726574" w:rsidP="002C4725">
      <w:pPr>
        <w:spacing w:after="0" w:line="240" w:lineRule="auto"/>
      </w:pPr>
      <w:r>
        <w:separator/>
      </w:r>
    </w:p>
  </w:endnote>
  <w:endnote w:type="continuationSeparator" w:id="0">
    <w:p w14:paraId="79BD64D2" w14:textId="77777777" w:rsidR="00726574" w:rsidRDefault="00726574" w:rsidP="002C4725">
      <w:pPr>
        <w:spacing w:after="0" w:line="240" w:lineRule="auto"/>
      </w:pPr>
      <w:r>
        <w:continuationSeparator/>
      </w:r>
    </w:p>
  </w:endnote>
  <w:endnote w:type="continuationNotice" w:id="1">
    <w:p w14:paraId="15D30FCD" w14:textId="77777777" w:rsidR="00726574" w:rsidRDefault="007265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BCB7E" w14:textId="77777777" w:rsidR="00726574" w:rsidRDefault="00726574" w:rsidP="002C4725">
      <w:pPr>
        <w:spacing w:after="0" w:line="240" w:lineRule="auto"/>
      </w:pPr>
      <w:r>
        <w:separator/>
      </w:r>
    </w:p>
  </w:footnote>
  <w:footnote w:type="continuationSeparator" w:id="0">
    <w:p w14:paraId="424FCEFA" w14:textId="77777777" w:rsidR="00726574" w:rsidRDefault="00726574" w:rsidP="002C4725">
      <w:pPr>
        <w:spacing w:after="0" w:line="240" w:lineRule="auto"/>
      </w:pPr>
      <w:r>
        <w:continuationSeparator/>
      </w:r>
    </w:p>
  </w:footnote>
  <w:footnote w:type="continuationNotice" w:id="1">
    <w:p w14:paraId="1F5CF1FA" w14:textId="77777777" w:rsidR="00726574" w:rsidRDefault="00726574">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t81GPvpoKdA83/x7IgaF2PYKoaclP5ZfVHp4n53VLJ8qIpvC2Pe9UkRKQomPva3eZmuai3amWnUl7Czwxdn/Hg==" w:salt="QRs4Hh4cr2JqcTd2/yc2P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72912"/>
    <w:rsid w:val="00082C5A"/>
    <w:rsid w:val="000840D8"/>
    <w:rsid w:val="000A3A57"/>
    <w:rsid w:val="000A6731"/>
    <w:rsid w:val="000B42C0"/>
    <w:rsid w:val="000B49DE"/>
    <w:rsid w:val="000C6BE7"/>
    <w:rsid w:val="000D2A54"/>
    <w:rsid w:val="000D388A"/>
    <w:rsid w:val="000D3E20"/>
    <w:rsid w:val="000F2439"/>
    <w:rsid w:val="000F79CA"/>
    <w:rsid w:val="00110368"/>
    <w:rsid w:val="00113F40"/>
    <w:rsid w:val="001236D1"/>
    <w:rsid w:val="0012393F"/>
    <w:rsid w:val="00130843"/>
    <w:rsid w:val="001414DF"/>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00D1E"/>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26574"/>
    <w:rsid w:val="00741430"/>
    <w:rsid w:val="0074190B"/>
    <w:rsid w:val="007442A1"/>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77BFA"/>
    <w:rsid w:val="00A805D1"/>
    <w:rsid w:val="00A87536"/>
    <w:rsid w:val="00AA6A07"/>
    <w:rsid w:val="00AE3343"/>
    <w:rsid w:val="00AF25BE"/>
    <w:rsid w:val="00AF4FAD"/>
    <w:rsid w:val="00AF6371"/>
    <w:rsid w:val="00B067DF"/>
    <w:rsid w:val="00B26049"/>
    <w:rsid w:val="00B31DB6"/>
    <w:rsid w:val="00B527F4"/>
    <w:rsid w:val="00B548D0"/>
    <w:rsid w:val="00B55BF2"/>
    <w:rsid w:val="00B56A03"/>
    <w:rsid w:val="00B90639"/>
    <w:rsid w:val="00B918DA"/>
    <w:rsid w:val="00BA141F"/>
    <w:rsid w:val="00BA22F1"/>
    <w:rsid w:val="00BA239A"/>
    <w:rsid w:val="00BA7E68"/>
    <w:rsid w:val="00BB624B"/>
    <w:rsid w:val="00BC005C"/>
    <w:rsid w:val="00BD58FE"/>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06F7C"/>
    <w:rsid w:val="00113F40"/>
    <w:rsid w:val="00123A47"/>
    <w:rsid w:val="00294F6E"/>
    <w:rsid w:val="002F090D"/>
    <w:rsid w:val="003261FE"/>
    <w:rsid w:val="0034076C"/>
    <w:rsid w:val="00431516"/>
    <w:rsid w:val="004A650F"/>
    <w:rsid w:val="004E4ED8"/>
    <w:rsid w:val="0050088E"/>
    <w:rsid w:val="005830F2"/>
    <w:rsid w:val="005F0D44"/>
    <w:rsid w:val="00600D1E"/>
    <w:rsid w:val="006E0974"/>
    <w:rsid w:val="00727E9C"/>
    <w:rsid w:val="007B6520"/>
    <w:rsid w:val="007C5CD9"/>
    <w:rsid w:val="00842923"/>
    <w:rsid w:val="00864EF4"/>
    <w:rsid w:val="00967357"/>
    <w:rsid w:val="00983652"/>
    <w:rsid w:val="009D22E4"/>
    <w:rsid w:val="00A549CD"/>
    <w:rsid w:val="00A86867"/>
    <w:rsid w:val="00B076B3"/>
    <w:rsid w:val="00B479F3"/>
    <w:rsid w:val="00B73FFE"/>
    <w:rsid w:val="00B90639"/>
    <w:rsid w:val="00BD58FE"/>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118</TotalTime>
  <Pages>5</Pages>
  <Words>1298</Words>
  <Characters>7660</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27</cp:revision>
  <cp:lastPrinted>2019-12-09T09:19:00Z</cp:lastPrinted>
  <dcterms:created xsi:type="dcterms:W3CDTF">2025-01-25T13:56:00Z</dcterms:created>
  <dcterms:modified xsi:type="dcterms:W3CDTF">2025-02-26T17:08:00Z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